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FB17A" w14:textId="46998EA5" w:rsidR="00CC617D" w:rsidRDefault="00F16944" w:rsidP="008A1B92">
      <w:pPr>
        <w:spacing w:after="0"/>
      </w:pPr>
      <w:r>
        <w:t xml:space="preserve"> </w:t>
      </w:r>
    </w:p>
    <w:p w14:paraId="04384248" w14:textId="77777777" w:rsidR="008A1B92" w:rsidRDefault="008A1B92" w:rsidP="008A1B92">
      <w:pPr>
        <w:spacing w:after="0"/>
      </w:pPr>
    </w:p>
    <w:p w14:paraId="7D537707" w14:textId="77777777" w:rsidR="008A1B92" w:rsidRPr="008A1B92" w:rsidRDefault="008A1B92" w:rsidP="008A1B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A5490" w14:textId="77777777" w:rsidR="008A1B92" w:rsidRPr="008A1B92" w:rsidRDefault="008A1B92" w:rsidP="008A1B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5AC618" w14:textId="73AE1832" w:rsidR="008A1B92" w:rsidRPr="00702421" w:rsidRDefault="00F16944" w:rsidP="00702421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t-EE"/>
        </w:rPr>
        <w:t>Ülle Sihver</w:t>
      </w:r>
      <w:r w:rsidR="000B19B1" w:rsidRPr="00702421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B19B1" w:rsidRPr="00702421">
        <w:rPr>
          <w:rFonts w:ascii="Times New Roman" w:hAnsi="Times New Roman" w:cs="Times New Roman"/>
          <w:sz w:val="24"/>
          <w:szCs w:val="24"/>
          <w:lang w:val="et-EE"/>
        </w:rPr>
        <w:tab/>
      </w:r>
      <w:r w:rsidR="008A1B92" w:rsidRPr="00702421">
        <w:rPr>
          <w:rFonts w:ascii="Times New Roman" w:hAnsi="Times New Roman" w:cs="Times New Roman"/>
          <w:sz w:val="24"/>
          <w:szCs w:val="24"/>
          <w:lang w:val="et-EE"/>
        </w:rPr>
        <w:t xml:space="preserve">Teie </w:t>
      </w:r>
      <w:r w:rsidR="00683C41">
        <w:rPr>
          <w:rFonts w:ascii="Times New Roman" w:hAnsi="Times New Roman" w:cs="Times New Roman"/>
          <w:sz w:val="24"/>
          <w:szCs w:val="24"/>
          <w:lang w:val="et-EE"/>
        </w:rPr>
        <w:t>02.04.2024 nr 5.1-3/10702-</w:t>
      </w:r>
      <w:r w:rsidR="00020223">
        <w:rPr>
          <w:rFonts w:ascii="Times New Roman" w:hAnsi="Times New Roman" w:cs="Times New Roman"/>
          <w:sz w:val="24"/>
          <w:szCs w:val="24"/>
          <w:lang w:val="et-EE"/>
        </w:rPr>
        <w:t>1</w:t>
      </w:r>
    </w:p>
    <w:p w14:paraId="166E5FE3" w14:textId="323007FA" w:rsidR="008A1B92" w:rsidRPr="00702421" w:rsidRDefault="00D56C7D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Sotsiaalkindlustusamet</w:t>
      </w:r>
      <w:r w:rsidR="008A1B92" w:rsidRPr="00702421">
        <w:rPr>
          <w:rFonts w:ascii="Times New Roman" w:hAnsi="Times New Roman" w:cs="Times New Roman"/>
          <w:sz w:val="24"/>
          <w:szCs w:val="24"/>
          <w:lang w:val="et-EE"/>
        </w:rPr>
        <w:tab/>
      </w:r>
      <w:r w:rsidR="000B19B1" w:rsidRPr="00702421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92FB5" w:rsidRPr="00702421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92FB5" w:rsidRPr="00702421">
        <w:rPr>
          <w:rFonts w:ascii="Times New Roman" w:hAnsi="Times New Roman" w:cs="Times New Roman"/>
          <w:sz w:val="24"/>
          <w:szCs w:val="24"/>
          <w:lang w:val="et-EE"/>
        </w:rPr>
        <w:tab/>
      </w:r>
      <w:r w:rsidR="008A1B92" w:rsidRPr="00702421">
        <w:rPr>
          <w:rFonts w:ascii="Times New Roman" w:hAnsi="Times New Roman" w:cs="Times New Roman"/>
          <w:sz w:val="24"/>
          <w:szCs w:val="24"/>
          <w:lang w:val="et-EE"/>
        </w:rPr>
        <w:t>Meie</w:t>
      </w:r>
      <w:r w:rsidR="000B19B1" w:rsidRPr="0070242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20223">
        <w:rPr>
          <w:rFonts w:ascii="Times New Roman" w:hAnsi="Times New Roman" w:cs="Times New Roman"/>
          <w:sz w:val="24"/>
          <w:szCs w:val="24"/>
          <w:lang w:val="et-EE"/>
        </w:rPr>
        <w:t xml:space="preserve">11.04.2024 nr </w:t>
      </w:r>
      <w:r>
        <w:rPr>
          <w:rFonts w:ascii="Times New Roman" w:hAnsi="Times New Roman" w:cs="Times New Roman"/>
          <w:sz w:val="24"/>
          <w:szCs w:val="24"/>
          <w:lang w:val="et-EE"/>
        </w:rPr>
        <w:t>2-5.1/1172-2</w:t>
      </w:r>
    </w:p>
    <w:p w14:paraId="7FA5B6EC" w14:textId="122DB0E1" w:rsidR="00692FB5" w:rsidRDefault="00000000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="00F70866" w:rsidRPr="00073C1A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ulle.sihver@sotsiaalkindlustusamet.ee</w:t>
        </w:r>
      </w:hyperlink>
    </w:p>
    <w:p w14:paraId="6C8B14FA" w14:textId="77777777" w:rsidR="00702421" w:rsidRP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DF30492" w14:textId="77777777" w:rsidR="008A1B92" w:rsidRPr="00702421" w:rsidRDefault="008A1B92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F031A1F" w14:textId="77777777" w:rsidR="008A1B92" w:rsidRPr="00702421" w:rsidRDefault="008A1B92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50E033D" w14:textId="44FFCE9C" w:rsidR="008A1B92" w:rsidRDefault="00FE5BF2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Vastus </w:t>
      </w:r>
      <w:r w:rsidR="00B634F1">
        <w:rPr>
          <w:rFonts w:ascii="Times New Roman" w:hAnsi="Times New Roman" w:cs="Times New Roman"/>
          <w:sz w:val="24"/>
          <w:szCs w:val="24"/>
          <w:lang w:val="et-EE"/>
        </w:rPr>
        <w:t xml:space="preserve">küsimustele </w:t>
      </w:r>
      <w:r w:rsidR="0071682E">
        <w:rPr>
          <w:rFonts w:ascii="Times New Roman" w:hAnsi="Times New Roman" w:cs="Times New Roman"/>
          <w:sz w:val="24"/>
          <w:szCs w:val="24"/>
          <w:lang w:val="et-EE"/>
        </w:rPr>
        <w:t>järel</w:t>
      </w:r>
      <w:r w:rsidR="00B634F1">
        <w:rPr>
          <w:rFonts w:ascii="Times New Roman" w:hAnsi="Times New Roman" w:cs="Times New Roman"/>
          <w:sz w:val="24"/>
          <w:szCs w:val="24"/>
          <w:lang w:val="et-EE"/>
        </w:rPr>
        <w:t>e</w:t>
      </w:r>
      <w:r w:rsidR="0071682E">
        <w:rPr>
          <w:rFonts w:ascii="Times New Roman" w:hAnsi="Times New Roman" w:cs="Times New Roman"/>
          <w:sz w:val="24"/>
          <w:szCs w:val="24"/>
          <w:lang w:val="et-EE"/>
        </w:rPr>
        <w:t>valvemenet</w:t>
      </w:r>
      <w:r>
        <w:rPr>
          <w:rFonts w:ascii="Times New Roman" w:hAnsi="Times New Roman" w:cs="Times New Roman"/>
          <w:sz w:val="24"/>
          <w:szCs w:val="24"/>
          <w:lang w:val="et-EE"/>
        </w:rPr>
        <w:t>luses</w:t>
      </w:r>
    </w:p>
    <w:p w14:paraId="4C177734" w14:textId="77777777" w:rsidR="00B42410" w:rsidRDefault="00B42410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D7B6CC4" w14:textId="5DA7D229" w:rsidR="00B42410" w:rsidRDefault="00CD31EE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Küsimuste number 1-3 </w:t>
      </w:r>
      <w:r w:rsidR="00091B0D">
        <w:rPr>
          <w:rFonts w:ascii="Times New Roman" w:hAnsi="Times New Roman" w:cs="Times New Roman"/>
          <w:sz w:val="24"/>
          <w:szCs w:val="24"/>
          <w:lang w:val="et-EE"/>
        </w:rPr>
        <w:t xml:space="preserve">vastused on vastuskirjale lisatud (Lisad 1-3). </w:t>
      </w:r>
    </w:p>
    <w:p w14:paraId="615CFE33" w14:textId="77777777" w:rsidR="0087159B" w:rsidRDefault="0087159B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A455F3E" w14:textId="0607E8D0" w:rsidR="0087159B" w:rsidRDefault="0087159B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Küsimus 4</w:t>
      </w:r>
    </w:p>
    <w:p w14:paraId="28CBEE57" w14:textId="3F5D8D95" w:rsidR="0087159B" w:rsidRDefault="0087159B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Mitu taotlust on alates 01.07.2023 olnud, et saada </w:t>
      </w:r>
      <w:r w:rsidR="00D138E0">
        <w:rPr>
          <w:rFonts w:ascii="Times New Roman" w:hAnsi="Times New Roman" w:cs="Times New Roman"/>
          <w:sz w:val="24"/>
          <w:szCs w:val="24"/>
          <w:lang w:val="et-EE"/>
        </w:rPr>
        <w:t xml:space="preserve">isikule igapäevaelu toimingutes </w:t>
      </w:r>
      <w:proofErr w:type="spellStart"/>
      <w:r w:rsidR="00D138E0">
        <w:rPr>
          <w:rFonts w:ascii="Times New Roman" w:hAnsi="Times New Roman" w:cs="Times New Roman"/>
          <w:sz w:val="24"/>
          <w:szCs w:val="24"/>
          <w:lang w:val="et-EE"/>
        </w:rPr>
        <w:t>kõrvalabi</w:t>
      </w:r>
      <w:proofErr w:type="spellEnd"/>
      <w:r w:rsidR="00D138E0">
        <w:rPr>
          <w:rFonts w:ascii="Times New Roman" w:hAnsi="Times New Roman" w:cs="Times New Roman"/>
          <w:sz w:val="24"/>
          <w:szCs w:val="24"/>
          <w:lang w:val="et-EE"/>
        </w:rPr>
        <w:t xml:space="preserve">, sh </w:t>
      </w:r>
      <w:proofErr w:type="spellStart"/>
      <w:r w:rsidR="00D138E0">
        <w:rPr>
          <w:rFonts w:ascii="Times New Roman" w:hAnsi="Times New Roman" w:cs="Times New Roman"/>
          <w:sz w:val="24"/>
          <w:szCs w:val="24"/>
          <w:lang w:val="et-EE"/>
        </w:rPr>
        <w:t>kõrvalabi</w:t>
      </w:r>
      <w:proofErr w:type="spellEnd"/>
      <w:r w:rsidR="00D138E0">
        <w:rPr>
          <w:rFonts w:ascii="Times New Roman" w:hAnsi="Times New Roman" w:cs="Times New Roman"/>
          <w:sz w:val="24"/>
          <w:szCs w:val="24"/>
          <w:lang w:val="et-EE"/>
        </w:rPr>
        <w:t xml:space="preserve"> oma kodus ja </w:t>
      </w:r>
      <w:r w:rsidR="0024621E">
        <w:rPr>
          <w:rFonts w:ascii="Times New Roman" w:hAnsi="Times New Roman" w:cs="Times New Roman"/>
          <w:sz w:val="24"/>
          <w:szCs w:val="24"/>
          <w:lang w:val="et-EE"/>
        </w:rPr>
        <w:t xml:space="preserve">ööpäevaringset </w:t>
      </w:r>
      <w:proofErr w:type="spellStart"/>
      <w:r w:rsidR="0024621E">
        <w:rPr>
          <w:rFonts w:ascii="Times New Roman" w:hAnsi="Times New Roman" w:cs="Times New Roman"/>
          <w:sz w:val="24"/>
          <w:szCs w:val="24"/>
          <w:lang w:val="et-EE"/>
        </w:rPr>
        <w:t>üldhooldusteenust</w:t>
      </w:r>
      <w:proofErr w:type="spellEnd"/>
      <w:r w:rsidR="0024621E">
        <w:rPr>
          <w:rFonts w:ascii="Times New Roman" w:hAnsi="Times New Roman" w:cs="Times New Roman"/>
          <w:sz w:val="24"/>
          <w:szCs w:val="24"/>
          <w:lang w:val="et-EE"/>
        </w:rPr>
        <w:t xml:space="preserve">. Mitu taotlust </w:t>
      </w:r>
      <w:r w:rsidR="00916FEB">
        <w:rPr>
          <w:rFonts w:ascii="Times New Roman" w:hAnsi="Times New Roman" w:cs="Times New Roman"/>
          <w:sz w:val="24"/>
          <w:szCs w:val="24"/>
          <w:lang w:val="et-EE"/>
        </w:rPr>
        <w:t>on olnud sooviga saada konkreetsesse hooldekodusse?</w:t>
      </w:r>
    </w:p>
    <w:p w14:paraId="39B29D86" w14:textId="77777777" w:rsidR="00916FEB" w:rsidRDefault="00916FEB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421E290" w14:textId="54160D71" w:rsidR="00916FEB" w:rsidRDefault="00916FEB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Koduteenuse taotlusi oli </w:t>
      </w:r>
      <w:r w:rsidR="003B5BB0">
        <w:rPr>
          <w:rFonts w:ascii="Times New Roman" w:hAnsi="Times New Roman" w:cs="Times New Roman"/>
          <w:sz w:val="24"/>
          <w:szCs w:val="24"/>
          <w:lang w:val="et-EE"/>
        </w:rPr>
        <w:t>perioodil 01.07.2023 kuni 01.04.2024</w:t>
      </w:r>
      <w:r w:rsidR="00A621B1">
        <w:rPr>
          <w:rFonts w:ascii="Times New Roman" w:hAnsi="Times New Roman" w:cs="Times New Roman"/>
          <w:sz w:val="24"/>
          <w:szCs w:val="24"/>
          <w:lang w:val="et-EE"/>
        </w:rPr>
        <w:t xml:space="preserve"> - 4</w:t>
      </w:r>
      <w:r w:rsidR="00107F09">
        <w:rPr>
          <w:rFonts w:ascii="Times New Roman" w:hAnsi="Times New Roman" w:cs="Times New Roman"/>
          <w:sz w:val="24"/>
          <w:szCs w:val="24"/>
          <w:lang w:val="et-EE"/>
        </w:rPr>
        <w:t>2</w:t>
      </w:r>
    </w:p>
    <w:p w14:paraId="170F1F6A" w14:textId="29DC74FB" w:rsidR="003B5BB0" w:rsidRDefault="003B5BB0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Ööpäevaringse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üldhooldusteenuse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taotlusi </w:t>
      </w:r>
      <w:r w:rsidR="002954A8">
        <w:rPr>
          <w:rFonts w:ascii="Times New Roman" w:hAnsi="Times New Roman" w:cs="Times New Roman"/>
          <w:sz w:val="24"/>
          <w:szCs w:val="24"/>
          <w:lang w:val="et-EE"/>
        </w:rPr>
        <w:t>oli perioodil 01.07.2023 kuni 01.04.2024</w:t>
      </w:r>
      <w:r w:rsidR="00A2618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37590">
        <w:rPr>
          <w:rFonts w:ascii="Times New Roman" w:hAnsi="Times New Roman" w:cs="Times New Roman"/>
          <w:sz w:val="24"/>
          <w:szCs w:val="24"/>
          <w:lang w:val="et-EE"/>
        </w:rPr>
        <w:t>–</w:t>
      </w:r>
      <w:r w:rsidR="002954A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8479B" w:rsidRPr="00B8479B">
        <w:rPr>
          <w:rFonts w:ascii="Times New Roman" w:hAnsi="Times New Roman" w:cs="Times New Roman"/>
          <w:sz w:val="24"/>
          <w:szCs w:val="24"/>
          <w:lang w:val="et-EE"/>
        </w:rPr>
        <w:t>129</w:t>
      </w:r>
      <w:r w:rsidR="0043759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A22FC">
        <w:rPr>
          <w:rFonts w:ascii="Times New Roman" w:hAnsi="Times New Roman" w:cs="Times New Roman"/>
          <w:sz w:val="24"/>
          <w:szCs w:val="24"/>
          <w:lang w:val="et-EE"/>
        </w:rPr>
        <w:t xml:space="preserve">otsustatud </w:t>
      </w:r>
      <w:r w:rsidR="00437590">
        <w:rPr>
          <w:rFonts w:ascii="Times New Roman" w:hAnsi="Times New Roman" w:cs="Times New Roman"/>
          <w:sz w:val="24"/>
          <w:szCs w:val="24"/>
          <w:lang w:val="et-EE"/>
        </w:rPr>
        <w:t>+ 6</w:t>
      </w:r>
      <w:r w:rsidR="00FA22FC">
        <w:rPr>
          <w:rFonts w:ascii="Times New Roman" w:hAnsi="Times New Roman" w:cs="Times New Roman"/>
          <w:sz w:val="24"/>
          <w:szCs w:val="24"/>
          <w:lang w:val="et-EE"/>
        </w:rPr>
        <w:t xml:space="preserve"> menetluses.</w:t>
      </w:r>
    </w:p>
    <w:p w14:paraId="03A7E423" w14:textId="01A56D40" w:rsidR="00BD3FEC" w:rsidRPr="00367C78" w:rsidRDefault="0080046A" w:rsidP="0070242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Nõustamise käigus on avaldatud soovi leida teenusekoht perele lähedasse hooldekodusse</w:t>
      </w:r>
      <w:r w:rsidR="00711928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</w:p>
    <w:p w14:paraId="2D447F2E" w14:textId="77777777" w:rsidR="005231B5" w:rsidRDefault="005231B5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99757BA" w14:textId="20F08EC7" w:rsidR="005231B5" w:rsidRDefault="005231B5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Küsimus 5</w:t>
      </w:r>
    </w:p>
    <w:p w14:paraId="3634AB02" w14:textId="002EFC55" w:rsidR="005231B5" w:rsidRDefault="005231B5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Mitmel juhul on alates 01.07.2023 koduteenuse ja ööpäevaringse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üldhooldusteenuse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määramise haldusakti peale esitatud </w:t>
      </w:r>
      <w:r w:rsidR="002E25D0">
        <w:rPr>
          <w:rFonts w:ascii="Times New Roman" w:hAnsi="Times New Roman" w:cs="Times New Roman"/>
          <w:sz w:val="24"/>
          <w:szCs w:val="24"/>
          <w:lang w:val="et-EE"/>
        </w:rPr>
        <w:t>vaideid? Millise tulemusega olid vaideotsused.</w:t>
      </w:r>
    </w:p>
    <w:p w14:paraId="3B8A9CCC" w14:textId="77777777" w:rsidR="00561C79" w:rsidRDefault="00561C79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660855C" w14:textId="74174592" w:rsidR="00561C79" w:rsidRDefault="00760ACB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Perioodil 01.07.2023-01.04.2024</w:t>
      </w:r>
      <w:r w:rsidR="00561C79">
        <w:rPr>
          <w:rFonts w:ascii="Times New Roman" w:hAnsi="Times New Roman" w:cs="Times New Roman"/>
          <w:sz w:val="24"/>
          <w:szCs w:val="24"/>
          <w:lang w:val="et-EE"/>
        </w:rPr>
        <w:t xml:space="preserve"> ei ole</w:t>
      </w:r>
      <w:r w:rsidR="00FD3677">
        <w:rPr>
          <w:rFonts w:ascii="Times New Roman" w:hAnsi="Times New Roman" w:cs="Times New Roman"/>
          <w:sz w:val="24"/>
          <w:szCs w:val="24"/>
          <w:lang w:val="et-EE"/>
        </w:rPr>
        <w:t xml:space="preserve"> nimetatud teenu</w:t>
      </w:r>
      <w:r w:rsidR="00795104">
        <w:rPr>
          <w:rFonts w:ascii="Times New Roman" w:hAnsi="Times New Roman" w:cs="Times New Roman"/>
          <w:sz w:val="24"/>
          <w:szCs w:val="24"/>
          <w:lang w:val="et-EE"/>
        </w:rPr>
        <w:t>ste määremise otsuste (haldusaktide)</w:t>
      </w:r>
      <w:r w:rsidR="00561C79">
        <w:rPr>
          <w:rFonts w:ascii="Times New Roman" w:hAnsi="Times New Roman" w:cs="Times New Roman"/>
          <w:sz w:val="24"/>
          <w:szCs w:val="24"/>
          <w:lang w:val="et-EE"/>
        </w:rPr>
        <w:t xml:space="preserve"> peale vaideid esitatud.</w:t>
      </w:r>
      <w:r w:rsidR="00F92F0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B21BCE">
        <w:rPr>
          <w:rFonts w:ascii="Times New Roman" w:hAnsi="Times New Roman" w:cs="Times New Roman"/>
          <w:sz w:val="24"/>
          <w:szCs w:val="24"/>
          <w:lang w:val="et-EE"/>
        </w:rPr>
        <w:t>Üldhooldusteenuse</w:t>
      </w:r>
      <w:proofErr w:type="spellEnd"/>
      <w:r w:rsidR="00B21BCE">
        <w:rPr>
          <w:rFonts w:ascii="Times New Roman" w:hAnsi="Times New Roman" w:cs="Times New Roman"/>
          <w:sz w:val="24"/>
          <w:szCs w:val="24"/>
          <w:lang w:val="et-EE"/>
        </w:rPr>
        <w:t xml:space="preserve"> haldusaktide andmisel kasut</w:t>
      </w:r>
      <w:r w:rsidR="007F6C29">
        <w:rPr>
          <w:rFonts w:ascii="Times New Roman" w:hAnsi="Times New Roman" w:cs="Times New Roman"/>
          <w:sz w:val="24"/>
          <w:szCs w:val="24"/>
          <w:lang w:val="et-EE"/>
        </w:rPr>
        <w:t>ame</w:t>
      </w:r>
      <w:r w:rsidR="00B21BCE">
        <w:rPr>
          <w:rFonts w:ascii="Times New Roman" w:hAnsi="Times New Roman" w:cs="Times New Roman"/>
          <w:sz w:val="24"/>
          <w:szCs w:val="24"/>
          <w:lang w:val="et-EE"/>
        </w:rPr>
        <w:t xml:space="preserve"> praktikat, et enne haldu</w:t>
      </w:r>
      <w:r w:rsidR="006A5501">
        <w:rPr>
          <w:rFonts w:ascii="Times New Roman" w:hAnsi="Times New Roman" w:cs="Times New Roman"/>
          <w:sz w:val="24"/>
          <w:szCs w:val="24"/>
          <w:lang w:val="et-EE"/>
        </w:rPr>
        <w:t>sakti vastuvõtmist (otsuse tegemist), saa</w:t>
      </w:r>
      <w:r w:rsidR="007F6C29">
        <w:rPr>
          <w:rFonts w:ascii="Times New Roman" w:hAnsi="Times New Roman" w:cs="Times New Roman"/>
          <w:sz w:val="24"/>
          <w:szCs w:val="24"/>
          <w:lang w:val="et-EE"/>
        </w:rPr>
        <w:t>dame</w:t>
      </w:r>
      <w:r w:rsidR="006A5501">
        <w:rPr>
          <w:rFonts w:ascii="Times New Roman" w:hAnsi="Times New Roman" w:cs="Times New Roman"/>
          <w:sz w:val="24"/>
          <w:szCs w:val="24"/>
          <w:lang w:val="et-EE"/>
        </w:rPr>
        <w:t xml:space="preserve"> haldusakti </w:t>
      </w:r>
      <w:r w:rsidR="009B5966">
        <w:rPr>
          <w:rFonts w:ascii="Times New Roman" w:hAnsi="Times New Roman" w:cs="Times New Roman"/>
          <w:sz w:val="24"/>
          <w:szCs w:val="24"/>
          <w:lang w:val="et-EE"/>
        </w:rPr>
        <w:t xml:space="preserve">eelnõu </w:t>
      </w:r>
      <w:r w:rsidR="006A5501">
        <w:rPr>
          <w:rFonts w:ascii="Times New Roman" w:hAnsi="Times New Roman" w:cs="Times New Roman"/>
          <w:sz w:val="24"/>
          <w:szCs w:val="24"/>
          <w:lang w:val="et-EE"/>
        </w:rPr>
        <w:t xml:space="preserve">puudutatud isikutele </w:t>
      </w:r>
      <w:r w:rsidR="00AD5565">
        <w:rPr>
          <w:rFonts w:ascii="Times New Roman" w:hAnsi="Times New Roman" w:cs="Times New Roman"/>
          <w:sz w:val="24"/>
          <w:szCs w:val="24"/>
          <w:lang w:val="et-EE"/>
        </w:rPr>
        <w:t>(</w:t>
      </w:r>
      <w:r w:rsidR="00450CBC">
        <w:rPr>
          <w:rFonts w:ascii="Times New Roman" w:hAnsi="Times New Roman" w:cs="Times New Roman"/>
          <w:sz w:val="24"/>
          <w:szCs w:val="24"/>
          <w:lang w:val="et-EE"/>
        </w:rPr>
        <w:t>abivajaja</w:t>
      </w:r>
      <w:r w:rsidR="009B5966">
        <w:rPr>
          <w:rFonts w:ascii="Times New Roman" w:hAnsi="Times New Roman" w:cs="Times New Roman"/>
          <w:sz w:val="24"/>
          <w:szCs w:val="24"/>
          <w:lang w:val="et-EE"/>
        </w:rPr>
        <w:t xml:space="preserve"> ja/või eestkostja</w:t>
      </w:r>
      <w:r w:rsidR="00AD5565">
        <w:rPr>
          <w:rFonts w:ascii="Times New Roman" w:hAnsi="Times New Roman" w:cs="Times New Roman"/>
          <w:sz w:val="24"/>
          <w:szCs w:val="24"/>
          <w:lang w:val="et-EE"/>
        </w:rPr>
        <w:t>, vajadusel ülalpidamiskohuslased</w:t>
      </w:r>
      <w:r w:rsidR="009B5966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BA5ECA">
        <w:rPr>
          <w:rFonts w:ascii="Times New Roman" w:hAnsi="Times New Roman" w:cs="Times New Roman"/>
          <w:sz w:val="24"/>
          <w:szCs w:val="24"/>
          <w:lang w:val="et-EE"/>
        </w:rPr>
        <w:t>paranduste, täienduste ja täpsustuste tegemiseks – kooskõlastamiseks.</w:t>
      </w:r>
    </w:p>
    <w:p w14:paraId="24781A98" w14:textId="2EA0FEC1" w:rsidR="005231B5" w:rsidRDefault="005231B5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52629B7" w14:textId="6464120E" w:rsidR="000742C7" w:rsidRPr="00FF11B8" w:rsidRDefault="000742C7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>Küsimus 6</w:t>
      </w:r>
    </w:p>
    <w:p w14:paraId="4CF2B8E7" w14:textId="77647F96" w:rsidR="000742C7" w:rsidRPr="00FF11B8" w:rsidRDefault="000742C7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>Ülevaade, milliseid teenuseid alates 01.07.2023 pöördunud isikutele (mitmele inimesele</w:t>
      </w:r>
      <w:r w:rsidR="008F0F43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ja millist teenust) määrati.</w:t>
      </w:r>
    </w:p>
    <w:p w14:paraId="7079ED04" w14:textId="77777777" w:rsidR="004569A9" w:rsidRDefault="004569A9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29FF493" w14:textId="54E50191" w:rsidR="007375E8" w:rsidRPr="00891FDD" w:rsidRDefault="007375E8" w:rsidP="0070242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>Koduteenus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02A09" w:rsidRPr="00FF11B8">
        <w:rPr>
          <w:rFonts w:ascii="Times New Roman" w:hAnsi="Times New Roman" w:cs="Times New Roman"/>
          <w:sz w:val="24"/>
          <w:szCs w:val="24"/>
          <w:lang w:val="et-EE"/>
        </w:rPr>
        <w:t>–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02A09" w:rsidRPr="00FF11B8">
        <w:rPr>
          <w:rFonts w:ascii="Times New Roman" w:hAnsi="Times New Roman" w:cs="Times New Roman"/>
          <w:sz w:val="24"/>
          <w:szCs w:val="24"/>
          <w:lang w:val="et-EE"/>
        </w:rPr>
        <w:t>2023.a teenusel kokku 48 inimest</w:t>
      </w:r>
      <w:r w:rsidR="00891FDD">
        <w:rPr>
          <w:rFonts w:ascii="Times New Roman" w:hAnsi="Times New Roman" w:cs="Times New Roman"/>
          <w:sz w:val="24"/>
          <w:szCs w:val="24"/>
          <w:lang w:val="et-EE"/>
        </w:rPr>
        <w:t xml:space="preserve">; </w:t>
      </w:r>
      <w:r w:rsidR="00891FDD" w:rsidRPr="00F365A1">
        <w:rPr>
          <w:rFonts w:ascii="Times New Roman" w:hAnsi="Times New Roman" w:cs="Times New Roman"/>
          <w:sz w:val="24"/>
          <w:szCs w:val="24"/>
          <w:lang w:val="et-EE"/>
        </w:rPr>
        <w:t xml:space="preserve">hetkel teenusel </w:t>
      </w:r>
      <w:r w:rsidR="002769F8" w:rsidRPr="00F365A1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B9747A">
        <w:rPr>
          <w:rFonts w:ascii="Times New Roman" w:hAnsi="Times New Roman" w:cs="Times New Roman"/>
          <w:sz w:val="24"/>
          <w:szCs w:val="24"/>
          <w:lang w:val="et-EE"/>
        </w:rPr>
        <w:t>2</w:t>
      </w:r>
    </w:p>
    <w:p w14:paraId="015610AA" w14:textId="3B38168C" w:rsidR="007375E8" w:rsidRPr="00FF11B8" w:rsidRDefault="007375E8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Ööpäevaringne </w:t>
      </w:r>
      <w:proofErr w:type="spellStart"/>
      <w:r w:rsidRPr="00FF11B8">
        <w:rPr>
          <w:rFonts w:ascii="Times New Roman" w:hAnsi="Times New Roman" w:cs="Times New Roman"/>
          <w:sz w:val="24"/>
          <w:szCs w:val="24"/>
          <w:lang w:val="et-EE"/>
        </w:rPr>
        <w:t>üldhooldusteenus</w:t>
      </w:r>
      <w:proofErr w:type="spellEnd"/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36840" w:rsidRPr="00FF11B8">
        <w:rPr>
          <w:rFonts w:ascii="Times New Roman" w:hAnsi="Times New Roman" w:cs="Times New Roman"/>
          <w:sz w:val="24"/>
          <w:szCs w:val="24"/>
          <w:lang w:val="et-EE"/>
        </w:rPr>
        <w:t>–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36840" w:rsidRPr="00FF11B8">
        <w:rPr>
          <w:rFonts w:ascii="Times New Roman" w:hAnsi="Times New Roman" w:cs="Times New Roman"/>
          <w:sz w:val="24"/>
          <w:szCs w:val="24"/>
          <w:lang w:val="et-EE"/>
        </w:rPr>
        <w:t>129 lahendatud taotlust + 6 menetluses</w:t>
      </w:r>
      <w:r w:rsidR="001C1FA6">
        <w:rPr>
          <w:rFonts w:ascii="Times New Roman" w:hAnsi="Times New Roman" w:cs="Times New Roman"/>
          <w:sz w:val="24"/>
          <w:szCs w:val="24"/>
          <w:lang w:val="et-EE"/>
        </w:rPr>
        <w:t>; hetkel teenusel 107</w:t>
      </w:r>
    </w:p>
    <w:p w14:paraId="6B772EAB" w14:textId="301B6D48" w:rsidR="007375E8" w:rsidRPr="00FF11B8" w:rsidRDefault="00BC2C28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>Isikliku abistaja teenus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- </w:t>
      </w:r>
      <w:r w:rsidR="00D36840" w:rsidRPr="00FF11B8">
        <w:rPr>
          <w:rFonts w:ascii="Times New Roman" w:hAnsi="Times New Roman" w:cs="Times New Roman"/>
          <w:sz w:val="24"/>
          <w:szCs w:val="24"/>
          <w:lang w:val="et-EE"/>
        </w:rPr>
        <w:t>0</w:t>
      </w:r>
    </w:p>
    <w:p w14:paraId="24AE5054" w14:textId="13736DB6" w:rsidR="00BC2C28" w:rsidRPr="00FF11B8" w:rsidRDefault="00BC2C28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>Eluruumi tagamise teenus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40809" w:rsidRPr="00FF11B8">
        <w:rPr>
          <w:rFonts w:ascii="Times New Roman" w:hAnsi="Times New Roman" w:cs="Times New Roman"/>
          <w:sz w:val="24"/>
          <w:szCs w:val="24"/>
          <w:lang w:val="et-EE"/>
        </w:rPr>
        <w:t>–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C314B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peresid 34, sh </w:t>
      </w:r>
      <w:r w:rsidR="00140809" w:rsidRPr="00FF11B8">
        <w:rPr>
          <w:rFonts w:ascii="Times New Roman" w:hAnsi="Times New Roman" w:cs="Times New Roman"/>
          <w:sz w:val="24"/>
          <w:szCs w:val="24"/>
          <w:lang w:val="et-EE"/>
        </w:rPr>
        <w:t>elanikke kokku 65</w:t>
      </w:r>
    </w:p>
    <w:p w14:paraId="3ED7950E" w14:textId="0240795B" w:rsidR="00BC2C28" w:rsidRPr="00FF11B8" w:rsidRDefault="00BC2C28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>Sotsiaaltranspordi teenus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D0596" w:rsidRPr="00FF11B8">
        <w:rPr>
          <w:rFonts w:ascii="Times New Roman" w:hAnsi="Times New Roman" w:cs="Times New Roman"/>
          <w:sz w:val="24"/>
          <w:szCs w:val="24"/>
          <w:lang w:val="et-EE"/>
        </w:rPr>
        <w:t>–</w:t>
      </w:r>
      <w:r w:rsidR="00D75ABB">
        <w:rPr>
          <w:rFonts w:ascii="Times New Roman" w:hAnsi="Times New Roman" w:cs="Times New Roman"/>
          <w:sz w:val="24"/>
          <w:szCs w:val="24"/>
          <w:lang w:val="et-EE"/>
        </w:rPr>
        <w:t>2023</w:t>
      </w:r>
      <w:r w:rsidR="004B31E7">
        <w:rPr>
          <w:rFonts w:ascii="Times New Roman" w:hAnsi="Times New Roman" w:cs="Times New Roman"/>
          <w:sz w:val="24"/>
          <w:szCs w:val="24"/>
          <w:lang w:val="et-EE"/>
        </w:rPr>
        <w:t>.a</w:t>
      </w:r>
      <w:r w:rsidR="00D75AB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05E47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D0596" w:rsidRPr="00FF11B8">
        <w:rPr>
          <w:rFonts w:ascii="Times New Roman" w:hAnsi="Times New Roman" w:cs="Times New Roman"/>
          <w:sz w:val="24"/>
          <w:szCs w:val="24"/>
          <w:lang w:val="et-EE"/>
        </w:rPr>
        <w:t>teenuse saajaid kokku 117</w:t>
      </w:r>
      <w:r w:rsidR="00EE59E1">
        <w:rPr>
          <w:rFonts w:ascii="Times New Roman" w:hAnsi="Times New Roman" w:cs="Times New Roman"/>
          <w:sz w:val="24"/>
          <w:szCs w:val="24"/>
          <w:lang w:val="et-EE"/>
        </w:rPr>
        <w:t>; 2024 (kuni 01.04.2024) 23</w:t>
      </w:r>
      <w:r w:rsidR="00ED165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032F7">
        <w:rPr>
          <w:rFonts w:ascii="Times New Roman" w:hAnsi="Times New Roman" w:cs="Times New Roman"/>
          <w:sz w:val="24"/>
          <w:szCs w:val="24"/>
          <w:lang w:val="et-EE"/>
        </w:rPr>
        <w:t xml:space="preserve">taotlust </w:t>
      </w:r>
      <w:r w:rsidR="00ED1652">
        <w:rPr>
          <w:rFonts w:ascii="Times New Roman" w:hAnsi="Times New Roman" w:cs="Times New Roman"/>
          <w:sz w:val="24"/>
          <w:szCs w:val="24"/>
          <w:lang w:val="et-EE"/>
        </w:rPr>
        <w:t>+ 7 kliendi dialüüs 3 x nädalas Raplasse või Pärnusse</w:t>
      </w:r>
    </w:p>
    <w:p w14:paraId="60BB0CE5" w14:textId="1F34A5B4" w:rsidR="003579F8" w:rsidRPr="00FF11B8" w:rsidRDefault="00DD06BF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Tugiisikuteenus – </w:t>
      </w:r>
      <w:r w:rsidR="001849DD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lapsi 2023.a kokku </w:t>
      </w:r>
      <w:r w:rsidR="00A66A2F" w:rsidRPr="00FF11B8">
        <w:rPr>
          <w:rFonts w:ascii="Times New Roman" w:hAnsi="Times New Roman" w:cs="Times New Roman"/>
          <w:sz w:val="24"/>
          <w:szCs w:val="24"/>
          <w:lang w:val="et-EE"/>
        </w:rPr>
        <w:t>3 + 2024.a 1</w:t>
      </w:r>
      <w:r w:rsidR="00B47540" w:rsidRPr="00FF11B8">
        <w:rPr>
          <w:rFonts w:ascii="Times New Roman" w:hAnsi="Times New Roman" w:cs="Times New Roman"/>
          <w:sz w:val="24"/>
          <w:szCs w:val="24"/>
          <w:lang w:val="et-EE"/>
        </w:rPr>
        <w:t xml:space="preserve">; täiskasvanuid </w:t>
      </w:r>
      <w:r w:rsidR="00B30D39" w:rsidRPr="00FF11B8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6325E2">
        <w:rPr>
          <w:rFonts w:ascii="Times New Roman" w:hAnsi="Times New Roman" w:cs="Times New Roman"/>
          <w:sz w:val="24"/>
          <w:szCs w:val="24"/>
          <w:lang w:val="et-EE"/>
        </w:rPr>
        <w:t>, p</w:t>
      </w:r>
      <w:r w:rsidR="003579F8">
        <w:rPr>
          <w:rFonts w:ascii="Times New Roman" w:hAnsi="Times New Roman" w:cs="Times New Roman"/>
          <w:sz w:val="24"/>
          <w:szCs w:val="24"/>
          <w:lang w:val="et-EE"/>
        </w:rPr>
        <w:t xml:space="preserve">eretöötajal </w:t>
      </w:r>
      <w:r w:rsidR="006325E2">
        <w:rPr>
          <w:rFonts w:ascii="Times New Roman" w:hAnsi="Times New Roman" w:cs="Times New Roman"/>
          <w:sz w:val="24"/>
          <w:szCs w:val="24"/>
          <w:lang w:val="et-EE"/>
        </w:rPr>
        <w:t xml:space="preserve">2024.a </w:t>
      </w:r>
      <w:r w:rsidR="008B0124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3579F8">
        <w:rPr>
          <w:rFonts w:ascii="Times New Roman" w:hAnsi="Times New Roman" w:cs="Times New Roman"/>
          <w:sz w:val="24"/>
          <w:szCs w:val="24"/>
          <w:lang w:val="et-EE"/>
        </w:rPr>
        <w:t xml:space="preserve"> peret</w:t>
      </w:r>
    </w:p>
    <w:p w14:paraId="57854171" w14:textId="77777777" w:rsidR="00DD06BF" w:rsidRPr="00FF11B8" w:rsidRDefault="00DD06BF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27A3DB" w14:textId="7FBD0805" w:rsidR="004F4954" w:rsidRDefault="004F4954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lastRenderedPageBreak/>
        <w:t>STAR-is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oleme küsitud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üldhooldusteenuse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ja koduteenuse menetluste juurde </w:t>
      </w:r>
      <w:r w:rsidR="00640C03">
        <w:rPr>
          <w:rFonts w:ascii="Times New Roman" w:hAnsi="Times New Roman" w:cs="Times New Roman"/>
          <w:sz w:val="24"/>
          <w:szCs w:val="24"/>
          <w:lang w:val="et-EE"/>
        </w:rPr>
        <w:t>vajalikud lisadokumendid salvestanud 11.04.2024.</w:t>
      </w:r>
    </w:p>
    <w:p w14:paraId="3286899B" w14:textId="77777777" w:rsidR="00101CB3" w:rsidRDefault="00101CB3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9FFC1E8" w14:textId="2EA46DDD" w:rsidR="00391D10" w:rsidRDefault="00391D10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Lisatud on </w:t>
      </w:r>
      <w:r w:rsidR="007B1766">
        <w:rPr>
          <w:rFonts w:ascii="Times New Roman" w:hAnsi="Times New Roman" w:cs="Times New Roman"/>
          <w:sz w:val="24"/>
          <w:szCs w:val="24"/>
          <w:lang w:val="et-EE"/>
        </w:rPr>
        <w:t xml:space="preserve">lastekaitsetöötajate </w:t>
      </w:r>
      <w:r w:rsidR="00551840">
        <w:rPr>
          <w:rFonts w:ascii="Times New Roman" w:hAnsi="Times New Roman" w:cs="Times New Roman"/>
          <w:sz w:val="24"/>
          <w:szCs w:val="24"/>
          <w:lang w:val="et-EE"/>
        </w:rPr>
        <w:t>küsimustikud ja lastekaitse valdkonna juhi küsimustik täidetult (Lisad</w:t>
      </w:r>
      <w:r w:rsidR="001E5980">
        <w:rPr>
          <w:rFonts w:ascii="Times New Roman" w:hAnsi="Times New Roman" w:cs="Times New Roman"/>
          <w:sz w:val="24"/>
          <w:szCs w:val="24"/>
          <w:lang w:val="et-EE"/>
        </w:rPr>
        <w:t xml:space="preserve"> 4-6).</w:t>
      </w:r>
    </w:p>
    <w:p w14:paraId="7FEB3080" w14:textId="77777777" w:rsidR="00640C03" w:rsidRDefault="00640C03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BBD25D4" w14:textId="70F40318" w:rsidR="008A1B92" w:rsidRDefault="00A81BFF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Lisa</w:t>
      </w:r>
      <w:r w:rsidR="007C0E62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467090D5" w14:textId="494780AE" w:rsidR="007C0E62" w:rsidRPr="007C0E62" w:rsidRDefault="007C0E62" w:rsidP="007C0E62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Sotsiaalvaldkonna ametnike</w:t>
      </w:r>
      <w:r w:rsidR="004B7665">
        <w:rPr>
          <w:rFonts w:ascii="Times New Roman" w:hAnsi="Times New Roman" w:cs="Times New Roman"/>
          <w:sz w:val="24"/>
          <w:szCs w:val="24"/>
          <w:lang w:val="et-EE"/>
        </w:rPr>
        <w:t>/töötajate  (v.a lastekaitsetöötajad) nimekiri koos ametinimetuste, teenistusse nimetamise aja</w:t>
      </w:r>
      <w:r w:rsidR="00B81ADB">
        <w:rPr>
          <w:rFonts w:ascii="Times New Roman" w:hAnsi="Times New Roman" w:cs="Times New Roman"/>
          <w:sz w:val="24"/>
          <w:szCs w:val="24"/>
          <w:lang w:val="et-EE"/>
        </w:rPr>
        <w:t>, hariduse ja erialase ettevalmistuse kohta (</w:t>
      </w:r>
      <w:r w:rsidR="00224874">
        <w:rPr>
          <w:rFonts w:ascii="Times New Roman" w:hAnsi="Times New Roman" w:cs="Times New Roman"/>
          <w:sz w:val="24"/>
          <w:szCs w:val="24"/>
          <w:lang w:val="et-EE"/>
        </w:rPr>
        <w:t>Lisa 1</w:t>
      </w:r>
      <w:r w:rsidR="000521A0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39055D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B81AD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1FEC41B8" w14:textId="3256DC20" w:rsidR="008A1B92" w:rsidRDefault="003A20FA" w:rsidP="000521A0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Koduteenust ja tugiisikuteenust </w:t>
      </w:r>
      <w:r w:rsidR="003A14DB">
        <w:rPr>
          <w:rFonts w:ascii="Times New Roman" w:hAnsi="Times New Roman" w:cs="Times New Roman"/>
          <w:sz w:val="24"/>
          <w:szCs w:val="24"/>
          <w:lang w:val="et-EE"/>
        </w:rPr>
        <w:t>osutavate töötajate karistusregistri teatise koopiad (</w:t>
      </w:r>
      <w:r w:rsidR="00224874">
        <w:rPr>
          <w:rFonts w:ascii="Times New Roman" w:hAnsi="Times New Roman" w:cs="Times New Roman"/>
          <w:sz w:val="24"/>
          <w:szCs w:val="24"/>
          <w:lang w:val="et-EE"/>
        </w:rPr>
        <w:t>Lisa 2</w:t>
      </w:r>
      <w:r w:rsidR="00433DE0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39055D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62FF72B8" w14:textId="03146299" w:rsidR="00841EA7" w:rsidRDefault="00E138C3" w:rsidP="000521A0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Märjamaa Vallavalitsuses kasutuses olev hindamis</w:t>
      </w:r>
      <w:r w:rsidR="0039055D">
        <w:rPr>
          <w:rFonts w:ascii="Times New Roman" w:hAnsi="Times New Roman" w:cs="Times New Roman"/>
          <w:sz w:val="24"/>
          <w:szCs w:val="24"/>
          <w:lang w:val="et-EE"/>
        </w:rPr>
        <w:t>instrument</w:t>
      </w:r>
      <w:r w:rsidR="00224874">
        <w:rPr>
          <w:rFonts w:ascii="Times New Roman" w:hAnsi="Times New Roman" w:cs="Times New Roman"/>
          <w:sz w:val="24"/>
          <w:szCs w:val="24"/>
          <w:lang w:val="et-EE"/>
        </w:rPr>
        <w:t xml:space="preserve"> (Lisa 3)</w:t>
      </w:r>
      <w:r w:rsidR="0039055D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4DD45A12" w14:textId="22988DE6" w:rsidR="00311D42" w:rsidRDefault="0046319D" w:rsidP="000521A0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Küsimused </w:t>
      </w:r>
      <w:r w:rsidR="00F45376">
        <w:rPr>
          <w:rFonts w:ascii="Times New Roman" w:hAnsi="Times New Roman" w:cs="Times New Roman"/>
          <w:sz w:val="24"/>
          <w:szCs w:val="24"/>
          <w:lang w:val="et-EE"/>
        </w:rPr>
        <w:t xml:space="preserve">lastekaitsetöötajale ja lastekaitsetööga seotud spetsialistile Lisa 1 </w:t>
      </w:r>
      <w:r w:rsidR="00DE4F93">
        <w:rPr>
          <w:rFonts w:ascii="Times New Roman" w:hAnsi="Times New Roman" w:cs="Times New Roman"/>
          <w:sz w:val="24"/>
          <w:szCs w:val="24"/>
          <w:lang w:val="et-EE"/>
        </w:rPr>
        <w:t>–</w:t>
      </w:r>
      <w:r w:rsidR="00F4537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DE4F93">
        <w:rPr>
          <w:rFonts w:ascii="Times New Roman" w:hAnsi="Times New Roman" w:cs="Times New Roman"/>
          <w:sz w:val="24"/>
          <w:szCs w:val="24"/>
          <w:lang w:val="et-EE"/>
        </w:rPr>
        <w:t>M.Kask</w:t>
      </w:r>
      <w:proofErr w:type="spellEnd"/>
      <w:r w:rsidR="00DE4F93">
        <w:rPr>
          <w:rFonts w:ascii="Times New Roman" w:hAnsi="Times New Roman" w:cs="Times New Roman"/>
          <w:sz w:val="24"/>
          <w:szCs w:val="24"/>
          <w:lang w:val="et-EE"/>
        </w:rPr>
        <w:t xml:space="preserve"> (</w:t>
      </w:r>
      <w:r w:rsidR="00311D42">
        <w:rPr>
          <w:rFonts w:ascii="Times New Roman" w:hAnsi="Times New Roman" w:cs="Times New Roman"/>
          <w:sz w:val="24"/>
          <w:szCs w:val="24"/>
          <w:lang w:val="et-EE"/>
        </w:rPr>
        <w:t>Lisa 4)</w:t>
      </w:r>
    </w:p>
    <w:p w14:paraId="400B32B3" w14:textId="7CEA651A" w:rsidR="00311D42" w:rsidRPr="00311D42" w:rsidRDefault="00311D42" w:rsidP="00311D42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311D42">
        <w:rPr>
          <w:rFonts w:ascii="Times New Roman" w:hAnsi="Times New Roman" w:cs="Times New Roman"/>
          <w:sz w:val="24"/>
          <w:szCs w:val="24"/>
          <w:lang w:val="et-EE"/>
        </w:rPr>
        <w:t xml:space="preserve"> Küsimused lastekaitsetöötajale ja lastekaitsetööga seotud spetsialistile Lisa 1 –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A.Heinmaa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311D42">
        <w:rPr>
          <w:rFonts w:ascii="Times New Roman" w:hAnsi="Times New Roman" w:cs="Times New Roman"/>
          <w:sz w:val="24"/>
          <w:szCs w:val="24"/>
          <w:lang w:val="et-EE"/>
        </w:rPr>
        <w:t>(Lisa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5</w:t>
      </w:r>
      <w:r w:rsidRPr="00311D42">
        <w:rPr>
          <w:rFonts w:ascii="Times New Roman" w:hAnsi="Times New Roman" w:cs="Times New Roman"/>
          <w:sz w:val="24"/>
          <w:szCs w:val="24"/>
          <w:lang w:val="et-EE"/>
        </w:rPr>
        <w:t>)</w:t>
      </w:r>
    </w:p>
    <w:p w14:paraId="4E532A40" w14:textId="6FEECB8D" w:rsidR="0046319D" w:rsidRDefault="0075444D" w:rsidP="000521A0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Küsimused lastekaitse valdkonna juhile </w:t>
      </w:r>
      <w:r w:rsidR="00CE1C36">
        <w:rPr>
          <w:rFonts w:ascii="Times New Roman" w:hAnsi="Times New Roman" w:cs="Times New Roman"/>
          <w:sz w:val="24"/>
          <w:szCs w:val="24"/>
          <w:lang w:val="et-EE"/>
        </w:rPr>
        <w:t xml:space="preserve">Lisa 2 – </w:t>
      </w:r>
      <w:proofErr w:type="spellStart"/>
      <w:r w:rsidR="00CE1C36">
        <w:rPr>
          <w:rFonts w:ascii="Times New Roman" w:hAnsi="Times New Roman" w:cs="Times New Roman"/>
          <w:sz w:val="24"/>
          <w:szCs w:val="24"/>
          <w:lang w:val="et-EE"/>
        </w:rPr>
        <w:t>M.Viska</w:t>
      </w:r>
      <w:proofErr w:type="spellEnd"/>
      <w:r w:rsidR="00CE1C36">
        <w:rPr>
          <w:rFonts w:ascii="Times New Roman" w:hAnsi="Times New Roman" w:cs="Times New Roman"/>
          <w:sz w:val="24"/>
          <w:szCs w:val="24"/>
          <w:lang w:val="et-EE"/>
        </w:rPr>
        <w:t xml:space="preserve"> (Lisa 6)</w:t>
      </w:r>
    </w:p>
    <w:p w14:paraId="4AEC2152" w14:textId="77777777" w:rsidR="0039055D" w:rsidRPr="000521A0" w:rsidRDefault="0039055D" w:rsidP="00A8471E">
      <w:pPr>
        <w:pStyle w:val="Loendilik"/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BCCED" w14:textId="77777777" w:rsidR="00816DD5" w:rsidRPr="00702421" w:rsidRDefault="00816DD5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75C8D84" w14:textId="4EA1C643" w:rsidR="008A1B92" w:rsidRP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02421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2F3FD64D" w14:textId="37EF81A7" w:rsidR="00702421" w:rsidRP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F4D659" w14:textId="141D8D92" w:rsidR="00396767" w:rsidRDefault="00396767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396767">
        <w:rPr>
          <w:rFonts w:ascii="Times New Roman" w:hAnsi="Times New Roman" w:cs="Times New Roman"/>
          <w:sz w:val="24"/>
          <w:szCs w:val="24"/>
          <w:lang w:val="et-EE"/>
        </w:rPr>
        <w:t>(allkirjastatud digitaalselt)</w:t>
      </w:r>
    </w:p>
    <w:p w14:paraId="7A4DAD9E" w14:textId="7B5BD484" w:rsidR="00702421" w:rsidRP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02421">
        <w:rPr>
          <w:rFonts w:ascii="Times New Roman" w:hAnsi="Times New Roman" w:cs="Times New Roman"/>
          <w:sz w:val="24"/>
          <w:szCs w:val="24"/>
          <w:lang w:val="et-EE"/>
        </w:rPr>
        <w:t>Marge Viska</w:t>
      </w:r>
    </w:p>
    <w:p w14:paraId="66B3A2EB" w14:textId="3D314CBB" w:rsidR="00702421" w:rsidRP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02421">
        <w:rPr>
          <w:rFonts w:ascii="Times New Roman" w:hAnsi="Times New Roman" w:cs="Times New Roman"/>
          <w:sz w:val="24"/>
          <w:szCs w:val="24"/>
          <w:lang w:val="et-EE"/>
        </w:rPr>
        <w:t>Sotsiaalosakonna juhataja</w:t>
      </w:r>
    </w:p>
    <w:p w14:paraId="34AE0068" w14:textId="77777777" w:rsidR="008A1B92" w:rsidRPr="00702421" w:rsidRDefault="008A1B92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2526E93" w14:textId="77777777" w:rsidR="008A1B92" w:rsidRPr="00702421" w:rsidRDefault="008A1B92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F3ACE99" w14:textId="2759691E" w:rsidR="000D4759" w:rsidRPr="00702421" w:rsidRDefault="000D4759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C226CCE" w14:textId="3FB4EA8F" w:rsid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753FB" w14:textId="3A7D8A78" w:rsid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35DF9A" w14:textId="16D01820" w:rsid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3A3CCC" w14:textId="7D3B2849" w:rsidR="00702421" w:rsidRDefault="00702421" w:rsidP="00702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571FA" w14:textId="57726E98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990D6" w14:textId="760656DA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EE5B9" w14:textId="43FFE637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F9722" w14:textId="7BC5D44E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6EB62F" w14:textId="0550210A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028C3" w14:textId="7CF8C084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E7592" w14:textId="55F1585A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D74758" w14:textId="60F58ADF" w:rsidR="00702421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M.Viska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5621 4609, </w:t>
      </w:r>
      <w:hyperlink r:id="rId9" w:history="1">
        <w:r w:rsidRPr="00142887">
          <w:rPr>
            <w:rStyle w:val="Hperlink"/>
            <w:rFonts w:ascii="Times New Roman" w:hAnsi="Times New Roman" w:cs="Times New Roman"/>
            <w:sz w:val="24"/>
            <w:szCs w:val="24"/>
          </w:rPr>
          <w:t>marge.viska@marjamaa.ee</w:t>
        </w:r>
      </w:hyperlink>
    </w:p>
    <w:p w14:paraId="05A3955B" w14:textId="77777777" w:rsidR="00702421" w:rsidRPr="008A1B92" w:rsidRDefault="00702421" w:rsidP="00692F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2421" w:rsidRPr="008A1B92" w:rsidSect="00C74ECF">
      <w:headerReference w:type="first" r:id="rId10"/>
      <w:footerReference w:type="first" r:id="rId11"/>
      <w:pgSz w:w="11907" w:h="16443" w:code="1"/>
      <w:pgMar w:top="680" w:right="851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4C7A6" w14:textId="77777777" w:rsidR="00C74ECF" w:rsidRDefault="00C74ECF" w:rsidP="008849EB">
      <w:pPr>
        <w:spacing w:after="0" w:line="240" w:lineRule="auto"/>
      </w:pPr>
      <w:r>
        <w:separator/>
      </w:r>
    </w:p>
  </w:endnote>
  <w:endnote w:type="continuationSeparator" w:id="0">
    <w:p w14:paraId="5686811B" w14:textId="77777777" w:rsidR="00C74ECF" w:rsidRDefault="00C74ECF" w:rsidP="0088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473E8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>Tehnika tn 11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Telefon  +372 489 8851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5DF4EBCB" wp14:editId="1806A0EB">
              <wp:simplePos x="0" y="0"/>
              <wp:positionH relativeFrom="page">
                <wp:posOffset>0</wp:posOffset>
              </wp:positionH>
              <wp:positionV relativeFrom="page">
                <wp:posOffset>-1008380</wp:posOffset>
              </wp:positionV>
              <wp:extent cx="5852160" cy="615950"/>
              <wp:effectExtent l="0" t="1270" r="5715" b="190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2160" cy="615950"/>
                        <a:chOff x="10717" y="13296"/>
                        <a:chExt cx="1162" cy="970"/>
                      </a:xfrm>
                    </wpg:grpSpPr>
                    <wpg:grpSp>
                      <wpg:cNvPr id="3" name="Group 2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5" name="Group 3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6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811F7" w14:textId="77777777" w:rsidR="00123576" w:rsidRPr="000664A3" w:rsidRDefault="00123576" w:rsidP="0012357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5751D0" w:rsidRPr="005751D0">
                              <w:rPr>
                                <w:noProof/>
                                <w:color w:val="4F81BD"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F4EBCB" id="Group 1" o:spid="_x0000_s1026" style="position:absolute;margin-left:0;margin-top:-79.4pt;width:460.8pt;height:48.5pt;z-index:251659264;mso-position-horizontal-relative:page;mso-position-vertical-relative:page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" o:allowincell="f">
              <v:group id="Group 2" o:spid="_x0000_s1027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o:lock v:ext="edit" aspectratio="t"/>
                <v:group id="Group 3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o:lock v:ext="edit" aspectratio="t"/>
                  <v:shape id="Freeform 4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5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6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7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8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9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0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1" o:spid="_x0000_s1036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2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8" type="#_x0000_t202" style="position:absolute;left:10821;top:13296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515811F7" w14:textId="77777777" w:rsidR="00123576" w:rsidRPr="000664A3" w:rsidRDefault="00123576" w:rsidP="00123576">
                      <w:pPr>
                        <w:jc w:val="center"/>
                        <w:rPr>
                          <w:color w:val="4F81BD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5751D0" w:rsidRPr="005751D0">
                        <w:rPr>
                          <w:noProof/>
                          <w:color w:val="4F81BD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R</w:t>
    </w:r>
    <w:proofErr w:type="spellStart"/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egistrikood</w:t>
    </w:r>
    <w:proofErr w:type="spellEnd"/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77000447</w:t>
    </w:r>
  </w:p>
  <w:p w14:paraId="228F5E74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Märjamaa alev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 xml:space="preserve">E-post </w:t>
    </w:r>
    <w:hyperlink r:id="rId1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marjamaa@marjamaa.ee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SEB Pank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EE 411010802004561005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</w:p>
  <w:p w14:paraId="71275371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sz w:val="16"/>
        <w:szCs w:val="16"/>
        <w:lang w:val="et-EE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78304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Rapla maakond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</w:r>
    <w:hyperlink r:id="rId2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http://marjamaa.kovtp.ee/uldinfo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Swedbank EE122200001120076243</w:t>
    </w:r>
  </w:p>
  <w:p w14:paraId="0CB904F3" w14:textId="77777777" w:rsidR="001E0C13" w:rsidRPr="00123576" w:rsidRDefault="001E0C13" w:rsidP="001235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BB8B" w14:textId="77777777" w:rsidR="00C74ECF" w:rsidRDefault="00C74ECF" w:rsidP="008849EB">
      <w:pPr>
        <w:spacing w:after="0" w:line="240" w:lineRule="auto"/>
      </w:pPr>
      <w:r>
        <w:separator/>
      </w:r>
    </w:p>
  </w:footnote>
  <w:footnote w:type="continuationSeparator" w:id="0">
    <w:p w14:paraId="107E288A" w14:textId="77777777" w:rsidR="00C74ECF" w:rsidRDefault="00C74ECF" w:rsidP="0088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C835E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t-EE"/>
      </w:rPr>
    </w:pPr>
  </w:p>
  <w:p w14:paraId="3D088604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36"/>
        <w:szCs w:val="36"/>
        <w:lang w:val="et-EE"/>
      </w:rPr>
    </w:pPr>
    <w:r w:rsidRPr="000D4759">
      <w:rPr>
        <w:rFonts w:ascii="Times New Roman" w:eastAsia="Times New Roman" w:hAnsi="Times New Roman" w:cs="Times New Roman"/>
        <w:noProof/>
        <w:sz w:val="24"/>
        <w:szCs w:val="24"/>
        <w:lang w:val="et-EE" w:eastAsia="et-EE"/>
      </w:rPr>
      <w:drawing>
        <wp:anchor distT="0" distB="0" distL="114300" distR="114300" simplePos="0" relativeHeight="251661312" behindDoc="1" locked="1" layoutInCell="1" allowOverlap="0" wp14:anchorId="18E41409" wp14:editId="00E14A88">
          <wp:simplePos x="0" y="0"/>
          <wp:positionH relativeFrom="column">
            <wp:align>center</wp:align>
          </wp:positionH>
          <wp:positionV relativeFrom="topMargin">
            <wp:align>center</wp:align>
          </wp:positionV>
          <wp:extent cx="525600" cy="583200"/>
          <wp:effectExtent l="0" t="0" r="8255" b="7620"/>
          <wp:wrapSquare wrapText="bothSides"/>
          <wp:docPr id="18" name="Pil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4759">
      <w:rPr>
        <w:rFonts w:ascii="Times New Roman" w:eastAsia="Times New Roman" w:hAnsi="Times New Roman" w:cs="Times New Roman"/>
        <w:sz w:val="36"/>
        <w:szCs w:val="36"/>
        <w:lang w:val="et-EE"/>
      </w:rPr>
      <w:tab/>
    </w:r>
  </w:p>
  <w:p w14:paraId="0B0A0B44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t-EE"/>
      </w:rPr>
    </w:pPr>
    <w:r w:rsidRPr="000D4759">
      <w:rPr>
        <w:rFonts w:ascii="Times New Roman" w:eastAsia="Times New Roman" w:hAnsi="Times New Roman" w:cs="Times New Roman"/>
        <w:sz w:val="36"/>
        <w:szCs w:val="36"/>
        <w:lang w:val="et-EE"/>
      </w:rPr>
      <w:t>MÄRJAMAA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811BB0"/>
    <w:multiLevelType w:val="hybridMultilevel"/>
    <w:tmpl w:val="A86492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36915"/>
    <w:multiLevelType w:val="hybridMultilevel"/>
    <w:tmpl w:val="2BA825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376416">
    <w:abstractNumId w:val="0"/>
  </w:num>
  <w:num w:numId="2" w16cid:durableId="1169055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1D0"/>
    <w:rsid w:val="00020223"/>
    <w:rsid w:val="000521A0"/>
    <w:rsid w:val="000667E7"/>
    <w:rsid w:val="000742C7"/>
    <w:rsid w:val="00080C63"/>
    <w:rsid w:val="00085A0E"/>
    <w:rsid w:val="00091B0D"/>
    <w:rsid w:val="000B19B1"/>
    <w:rsid w:val="000D4759"/>
    <w:rsid w:val="00101CB3"/>
    <w:rsid w:val="00107F09"/>
    <w:rsid w:val="00123576"/>
    <w:rsid w:val="00135CBC"/>
    <w:rsid w:val="00140809"/>
    <w:rsid w:val="00161E76"/>
    <w:rsid w:val="001849DD"/>
    <w:rsid w:val="001C1FA6"/>
    <w:rsid w:val="001C598A"/>
    <w:rsid w:val="001E0C13"/>
    <w:rsid w:val="001E5980"/>
    <w:rsid w:val="001E7A1C"/>
    <w:rsid w:val="00205E47"/>
    <w:rsid w:val="00224874"/>
    <w:rsid w:val="0024621E"/>
    <w:rsid w:val="002769F8"/>
    <w:rsid w:val="002954A8"/>
    <w:rsid w:val="002A7919"/>
    <w:rsid w:val="002E25D0"/>
    <w:rsid w:val="00311D42"/>
    <w:rsid w:val="003579F8"/>
    <w:rsid w:val="00367C78"/>
    <w:rsid w:val="0039055D"/>
    <w:rsid w:val="00391D10"/>
    <w:rsid w:val="00396767"/>
    <w:rsid w:val="003A14DB"/>
    <w:rsid w:val="003A20FA"/>
    <w:rsid w:val="003A7F14"/>
    <w:rsid w:val="003B5BB0"/>
    <w:rsid w:val="00404150"/>
    <w:rsid w:val="00433DE0"/>
    <w:rsid w:val="00437590"/>
    <w:rsid w:val="00450CBC"/>
    <w:rsid w:val="004569A9"/>
    <w:rsid w:val="0046319D"/>
    <w:rsid w:val="004651F4"/>
    <w:rsid w:val="004A57D7"/>
    <w:rsid w:val="004B31E7"/>
    <w:rsid w:val="004B7665"/>
    <w:rsid w:val="004B7A89"/>
    <w:rsid w:val="004E4007"/>
    <w:rsid w:val="004F4954"/>
    <w:rsid w:val="005231B5"/>
    <w:rsid w:val="00551840"/>
    <w:rsid w:val="005601F8"/>
    <w:rsid w:val="00561C79"/>
    <w:rsid w:val="005751D0"/>
    <w:rsid w:val="005A130C"/>
    <w:rsid w:val="005F3359"/>
    <w:rsid w:val="006325E2"/>
    <w:rsid w:val="00640C03"/>
    <w:rsid w:val="00683C41"/>
    <w:rsid w:val="00692FB5"/>
    <w:rsid w:val="006A5501"/>
    <w:rsid w:val="00702421"/>
    <w:rsid w:val="00711928"/>
    <w:rsid w:val="0071682E"/>
    <w:rsid w:val="007375E8"/>
    <w:rsid w:val="0075444D"/>
    <w:rsid w:val="00760ACB"/>
    <w:rsid w:val="00786459"/>
    <w:rsid w:val="00795104"/>
    <w:rsid w:val="007B1766"/>
    <w:rsid w:val="007C0E62"/>
    <w:rsid w:val="007F0D6C"/>
    <w:rsid w:val="007F6C29"/>
    <w:rsid w:val="0080046A"/>
    <w:rsid w:val="00816DD5"/>
    <w:rsid w:val="00841EA7"/>
    <w:rsid w:val="0087159B"/>
    <w:rsid w:val="008849EB"/>
    <w:rsid w:val="00891FDD"/>
    <w:rsid w:val="008A1B92"/>
    <w:rsid w:val="008B0124"/>
    <w:rsid w:val="008B4D23"/>
    <w:rsid w:val="008C70C4"/>
    <w:rsid w:val="008F0F43"/>
    <w:rsid w:val="00902184"/>
    <w:rsid w:val="00916FEB"/>
    <w:rsid w:val="0093783B"/>
    <w:rsid w:val="009934A8"/>
    <w:rsid w:val="009B5966"/>
    <w:rsid w:val="00A2618E"/>
    <w:rsid w:val="00A30687"/>
    <w:rsid w:val="00A621B1"/>
    <w:rsid w:val="00A66561"/>
    <w:rsid w:val="00A66A2F"/>
    <w:rsid w:val="00A67263"/>
    <w:rsid w:val="00A81BFF"/>
    <w:rsid w:val="00A8471E"/>
    <w:rsid w:val="00AD0596"/>
    <w:rsid w:val="00AD5565"/>
    <w:rsid w:val="00B02A09"/>
    <w:rsid w:val="00B02CB8"/>
    <w:rsid w:val="00B21BCE"/>
    <w:rsid w:val="00B30D39"/>
    <w:rsid w:val="00B42410"/>
    <w:rsid w:val="00B47540"/>
    <w:rsid w:val="00B634F1"/>
    <w:rsid w:val="00B81ADB"/>
    <w:rsid w:val="00B8479B"/>
    <w:rsid w:val="00B84E04"/>
    <w:rsid w:val="00B9747A"/>
    <w:rsid w:val="00BA5ECA"/>
    <w:rsid w:val="00BC2C28"/>
    <w:rsid w:val="00BD3FEC"/>
    <w:rsid w:val="00BE74B6"/>
    <w:rsid w:val="00C314B7"/>
    <w:rsid w:val="00C31F3F"/>
    <w:rsid w:val="00C336A3"/>
    <w:rsid w:val="00C74ECF"/>
    <w:rsid w:val="00CC617D"/>
    <w:rsid w:val="00CD31EE"/>
    <w:rsid w:val="00CE1C36"/>
    <w:rsid w:val="00D138E0"/>
    <w:rsid w:val="00D36840"/>
    <w:rsid w:val="00D56C7D"/>
    <w:rsid w:val="00D64047"/>
    <w:rsid w:val="00D731A2"/>
    <w:rsid w:val="00D75ABB"/>
    <w:rsid w:val="00D849DD"/>
    <w:rsid w:val="00DA73D1"/>
    <w:rsid w:val="00DD06BF"/>
    <w:rsid w:val="00DD33D0"/>
    <w:rsid w:val="00DE4F93"/>
    <w:rsid w:val="00E032F7"/>
    <w:rsid w:val="00E138C3"/>
    <w:rsid w:val="00EC6AEE"/>
    <w:rsid w:val="00EC6BF4"/>
    <w:rsid w:val="00ED1652"/>
    <w:rsid w:val="00EE59E1"/>
    <w:rsid w:val="00F030C1"/>
    <w:rsid w:val="00F15CA0"/>
    <w:rsid w:val="00F16944"/>
    <w:rsid w:val="00F365A1"/>
    <w:rsid w:val="00F43F27"/>
    <w:rsid w:val="00F45376"/>
    <w:rsid w:val="00F62A02"/>
    <w:rsid w:val="00F64870"/>
    <w:rsid w:val="00F70866"/>
    <w:rsid w:val="00F92F06"/>
    <w:rsid w:val="00FA22FC"/>
    <w:rsid w:val="00FC3AA1"/>
    <w:rsid w:val="00FD3677"/>
    <w:rsid w:val="00FD50ED"/>
    <w:rsid w:val="00FD6609"/>
    <w:rsid w:val="00FE5BF2"/>
    <w:rsid w:val="00FF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264FE"/>
  <w15:docId w15:val="{B8109F52-D1CC-476F-859D-DB32FF5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49EB"/>
  </w:style>
  <w:style w:type="paragraph" w:styleId="Jalus">
    <w:name w:val="footer"/>
    <w:basedOn w:val="Normaallaad"/>
    <w:link w:val="Jalu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849E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49E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1E0C13"/>
    <w:rPr>
      <w:color w:val="0000FF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8A1B92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8A1B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A1B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A1B9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1B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1B92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692FB5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702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e.sihver@sotsiaalkindlustus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ge.viska@marjamaa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arjamaa.kovtp.ee/uldinfo" TargetMode="External"/><Relationship Id="rId1" Type="http://schemas.openxmlformats.org/officeDocument/2006/relationships/hyperlink" Target="mailto:marjamaa@marjama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&#228;tlin\AppData\Local\Microsoft\Windows\INetCache\Content.Outlook\1BWXQRO3\kirjamall_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1DF40-E3DE-49C8-9613-2FF46032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kirjamall_2019</Template>
  <TotalTime>189</TotalTime>
  <Pages>2</Pages>
  <Words>450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</dc:creator>
  <cp:keywords/>
  <dc:description/>
  <cp:lastModifiedBy>Marge Viska</cp:lastModifiedBy>
  <cp:revision>129</cp:revision>
  <cp:lastPrinted>2024-04-11T11:54:00Z</cp:lastPrinted>
  <dcterms:created xsi:type="dcterms:W3CDTF">2024-04-11T10:04:00Z</dcterms:created>
  <dcterms:modified xsi:type="dcterms:W3CDTF">2024-04-11T14:20:00Z</dcterms:modified>
</cp:coreProperties>
</file>